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8408CB" w14:textId="513BCF7C" w:rsidR="00D4228D" w:rsidRPr="0095081D" w:rsidRDefault="00F82A61" w:rsidP="00D4228D">
      <w:pPr>
        <w:tabs>
          <w:tab w:val="left" w:pos="9356"/>
        </w:tabs>
        <w:overflowPunct w:val="0"/>
        <w:autoSpaceDE w:val="0"/>
        <w:autoSpaceDN w:val="0"/>
        <w:adjustRightInd w:val="0"/>
        <w:spacing w:after="0" w:line="276" w:lineRule="auto"/>
        <w:ind w:right="-710"/>
        <w:textAlignment w:val="baseline"/>
        <w:rPr>
          <w:rFonts w:eastAsia="Times New Roman" w:cs="Times New Roman"/>
          <w:b/>
          <w:szCs w:val="22"/>
          <w:lang w:eastAsia="cs-CZ"/>
        </w:rPr>
      </w:pPr>
      <w:bookmarkStart w:id="0" w:name="_Toc499564342"/>
      <w:bookmarkStart w:id="1" w:name="_Toc499564365"/>
      <w:bookmarkStart w:id="2" w:name="_Toc499564758"/>
      <w:bookmarkStart w:id="3" w:name="_GoBack"/>
      <w:bookmarkEnd w:id="3"/>
      <w:r>
        <w:rPr>
          <w:rFonts w:eastAsia="Times New Roman" w:cs="Times New Roman"/>
          <w:b/>
          <w:szCs w:val="22"/>
          <w:lang w:eastAsia="cs-CZ"/>
        </w:rPr>
        <w:t>Příloha č. 2 S</w:t>
      </w:r>
      <w:r w:rsidR="00D4228D" w:rsidRPr="0095081D">
        <w:rPr>
          <w:rFonts w:eastAsia="Times New Roman" w:cs="Times New Roman"/>
          <w:b/>
          <w:szCs w:val="22"/>
          <w:lang w:eastAsia="cs-CZ"/>
        </w:rPr>
        <w:t>mlouvy o dílo</w:t>
      </w:r>
    </w:p>
    <w:p w14:paraId="7C4072B0" w14:textId="77777777" w:rsidR="005F4418" w:rsidRDefault="005F4418" w:rsidP="000B1FCB">
      <w:pPr>
        <w:pStyle w:val="Bezmezer"/>
      </w:pPr>
    </w:p>
    <w:p w14:paraId="7C4072B1" w14:textId="51F521EC" w:rsidR="00E902EC" w:rsidRPr="00104766" w:rsidRDefault="00E902EC" w:rsidP="00D4228D">
      <w:pPr>
        <w:pStyle w:val="Nadpis1"/>
        <w:numPr>
          <w:ilvl w:val="0"/>
          <w:numId w:val="0"/>
        </w:numPr>
        <w:rPr>
          <w:rFonts w:eastAsia="Times New Roman"/>
          <w:lang w:val="en-US" w:eastAsia="cs-CZ"/>
        </w:rPr>
      </w:pPr>
      <w:r w:rsidRPr="00126412">
        <w:rPr>
          <w:rFonts w:eastAsia="Times New Roman"/>
          <w:lang w:eastAsia="cs-CZ"/>
        </w:rPr>
        <w:t>Obch</w:t>
      </w:r>
      <w:r>
        <w:rPr>
          <w:rFonts w:eastAsia="Times New Roman"/>
          <w:lang w:eastAsia="cs-CZ"/>
        </w:rPr>
        <w:t>odní podmínky ke Smlouvě o dílo</w:t>
      </w:r>
      <w:r w:rsidR="00D4228D" w:rsidRPr="00D4228D">
        <w:rPr>
          <w:rFonts w:eastAsia="Times New Roman"/>
          <w:lang w:eastAsia="cs-CZ"/>
        </w:rPr>
        <w:t xml:space="preserve"> </w:t>
      </w:r>
      <w:r w:rsidR="00D4228D">
        <w:rPr>
          <w:rFonts w:eastAsia="Times New Roman"/>
          <w:lang w:eastAsia="cs-CZ"/>
        </w:rPr>
        <w:t>č</w:t>
      </w:r>
      <w:r w:rsidR="00D4228D" w:rsidRPr="00DE4EF5">
        <w:rPr>
          <w:rFonts w:eastAsia="Times New Roman"/>
          <w:lang w:eastAsia="cs-CZ"/>
        </w:rPr>
        <w:t>.</w:t>
      </w:r>
      <w:r w:rsidR="0093519C">
        <w:rPr>
          <w:rFonts w:eastAsia="Times New Roman"/>
          <w:lang w:eastAsia="cs-CZ"/>
        </w:rPr>
        <w:t xml:space="preserve"> </w:t>
      </w:r>
      <w:r w:rsidR="0093519C">
        <w:rPr>
          <w:rFonts w:eastAsia="Times New Roman"/>
          <w:lang w:val="en-US" w:eastAsia="cs-CZ"/>
        </w:rPr>
        <w:t>671VZ20-0-00</w:t>
      </w:r>
      <w:r w:rsidR="00F70D9E">
        <w:rPr>
          <w:rFonts w:eastAsia="Times New Roman"/>
          <w:lang w:val="en-US" w:eastAsia="cs-CZ"/>
        </w:rPr>
        <w:t>2</w:t>
      </w:r>
      <w:r w:rsidR="00C00EB7">
        <w:rPr>
          <w:rFonts w:eastAsia="Times New Roman"/>
          <w:lang w:val="en-US" w:eastAsia="cs-CZ"/>
        </w:rPr>
        <w:t>8</w:t>
      </w:r>
      <w:r>
        <w:rPr>
          <w:rFonts w:eastAsia="Times New Roman"/>
          <w:lang w:eastAsia="cs-CZ"/>
        </w:rPr>
        <w:t xml:space="preserve">        </w:t>
      </w:r>
    </w:p>
    <w:p w14:paraId="7C4072B2"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3"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4"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5"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7C4072B6"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7"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00895B9C">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7C4072B8" w14:textId="77777777" w:rsidR="00E902EC" w:rsidRPr="00D63D4B" w:rsidRDefault="00A3032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895B9C">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7C4072B9" w14:textId="77777777" w:rsidR="00E902EC" w:rsidRPr="00D63D4B" w:rsidRDefault="00A3032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895B9C">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7C4072BA" w14:textId="77777777" w:rsidR="00E902EC" w:rsidRPr="00D63D4B" w:rsidRDefault="00A3032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895B9C">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7C4072BB" w14:textId="77777777" w:rsidR="00E902EC" w:rsidRPr="00D63D4B" w:rsidRDefault="00A3032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895B9C">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7C4072BC" w14:textId="77777777" w:rsidR="00E902EC" w:rsidRPr="00D63D4B" w:rsidRDefault="00A3032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895B9C">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7C4072BD" w14:textId="77777777" w:rsidR="00E902EC" w:rsidRPr="00D63D4B" w:rsidRDefault="00A3032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895B9C">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7C4072BE" w14:textId="77777777" w:rsidR="00E902EC" w:rsidRPr="00D63D4B" w:rsidRDefault="00A3032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895B9C">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7C4072BF" w14:textId="77777777" w:rsidR="00E902EC" w:rsidRPr="00D63D4B" w:rsidRDefault="00A3032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895B9C">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7C4072C0" w14:textId="77777777" w:rsidR="00E902EC" w:rsidRPr="00D63D4B" w:rsidRDefault="00A3032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895B9C">
          <w:rPr>
            <w:rFonts w:ascii="Times New Roman" w:eastAsia="Times New Roman" w:hAnsi="Times New Roman" w:cs="Times New Roman"/>
            <w:noProof/>
            <w:webHidden/>
            <w:sz w:val="20"/>
            <w:szCs w:val="20"/>
            <w:lang w:eastAsia="cs-CZ"/>
          </w:rPr>
          <w:t>8</w:t>
        </w:r>
        <w:r w:rsidR="00E902EC" w:rsidRPr="00D63D4B">
          <w:rPr>
            <w:rFonts w:ascii="Times New Roman" w:eastAsia="Times New Roman" w:hAnsi="Times New Roman" w:cs="Times New Roman"/>
            <w:noProof/>
            <w:webHidden/>
            <w:sz w:val="20"/>
            <w:szCs w:val="20"/>
            <w:lang w:eastAsia="cs-CZ"/>
          </w:rPr>
          <w:fldChar w:fldCharType="end"/>
        </w:r>
      </w:hyperlink>
    </w:p>
    <w:p w14:paraId="7C4072C1" w14:textId="77777777" w:rsidR="00E902EC" w:rsidRPr="00D63D4B" w:rsidRDefault="00A3032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895B9C">
          <w:rPr>
            <w:rFonts w:ascii="Times New Roman" w:eastAsia="Times New Roman" w:hAnsi="Times New Roman" w:cs="Times New Roman"/>
            <w:noProof/>
            <w:webHidden/>
            <w:sz w:val="20"/>
            <w:szCs w:val="20"/>
            <w:lang w:eastAsia="cs-CZ"/>
          </w:rPr>
          <w:t>8</w:t>
        </w:r>
        <w:r w:rsidR="00E902EC" w:rsidRPr="00D63D4B">
          <w:rPr>
            <w:rFonts w:ascii="Times New Roman" w:eastAsia="Times New Roman" w:hAnsi="Times New Roman" w:cs="Times New Roman"/>
            <w:noProof/>
            <w:webHidden/>
            <w:sz w:val="20"/>
            <w:szCs w:val="20"/>
            <w:lang w:eastAsia="cs-CZ"/>
          </w:rPr>
          <w:fldChar w:fldCharType="end"/>
        </w:r>
      </w:hyperlink>
    </w:p>
    <w:p w14:paraId="7C4072C2" w14:textId="77777777" w:rsidR="00E902EC" w:rsidRPr="00D63D4B" w:rsidRDefault="00A3032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895B9C">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7C4072C3" w14:textId="77777777" w:rsidR="00E902EC" w:rsidRPr="00D63D4B" w:rsidRDefault="00A3032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895B9C">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7C4072C4" w14:textId="77777777" w:rsidR="00E902EC" w:rsidRPr="00D63D4B" w:rsidRDefault="00A3032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895B9C">
          <w:rPr>
            <w:rFonts w:ascii="Times New Roman" w:eastAsia="Times New Roman" w:hAnsi="Times New Roman" w:cs="Times New Roman"/>
            <w:noProof/>
            <w:webHidden/>
            <w:sz w:val="20"/>
            <w:szCs w:val="20"/>
            <w:lang w:eastAsia="cs-CZ"/>
          </w:rPr>
          <w:t>11</w:t>
        </w:r>
        <w:r w:rsidR="00E902EC" w:rsidRPr="00D63D4B">
          <w:rPr>
            <w:rFonts w:ascii="Times New Roman" w:eastAsia="Times New Roman" w:hAnsi="Times New Roman" w:cs="Times New Roman"/>
            <w:noProof/>
            <w:webHidden/>
            <w:sz w:val="20"/>
            <w:szCs w:val="20"/>
            <w:lang w:eastAsia="cs-CZ"/>
          </w:rPr>
          <w:fldChar w:fldCharType="end"/>
        </w:r>
      </w:hyperlink>
    </w:p>
    <w:p w14:paraId="7C4072C5" w14:textId="77777777" w:rsidR="00E902EC" w:rsidRPr="00D63D4B" w:rsidRDefault="00A3032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895B9C">
          <w:rPr>
            <w:rFonts w:ascii="Times New Roman" w:eastAsia="Times New Roman" w:hAnsi="Times New Roman" w:cs="Times New Roman"/>
            <w:noProof/>
            <w:webHidden/>
            <w:sz w:val="20"/>
            <w:szCs w:val="20"/>
            <w:lang w:eastAsia="cs-CZ"/>
          </w:rPr>
          <w:t>11</w:t>
        </w:r>
        <w:r w:rsidR="00E902EC" w:rsidRPr="00D63D4B">
          <w:rPr>
            <w:rFonts w:ascii="Times New Roman" w:eastAsia="Times New Roman" w:hAnsi="Times New Roman" w:cs="Times New Roman"/>
            <w:noProof/>
            <w:webHidden/>
            <w:sz w:val="20"/>
            <w:szCs w:val="20"/>
            <w:lang w:eastAsia="cs-CZ"/>
          </w:rPr>
          <w:fldChar w:fldCharType="end"/>
        </w:r>
      </w:hyperlink>
    </w:p>
    <w:p w14:paraId="7C4072C6" w14:textId="77777777" w:rsidR="00E902EC" w:rsidRPr="00D63D4B" w:rsidRDefault="00A3032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895B9C">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7C4072C7" w14:textId="77777777" w:rsidR="00E902EC" w:rsidRPr="00D63D4B" w:rsidRDefault="00A3032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895B9C">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7C4072C8" w14:textId="77777777" w:rsidR="00E902EC" w:rsidRPr="00D63D4B" w:rsidRDefault="00A3032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895B9C">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7C4072C9" w14:textId="77777777" w:rsidR="00E902EC" w:rsidRPr="00D63D4B" w:rsidRDefault="00A3032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895B9C">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7C4072CA" w14:textId="77777777" w:rsidR="00E902EC" w:rsidRPr="00D63D4B" w:rsidRDefault="00A3032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895B9C">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7C4072CB" w14:textId="77777777" w:rsidR="00E902EC" w:rsidRPr="00D63D4B" w:rsidRDefault="00A3032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895B9C">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7C4072CC" w14:textId="77777777" w:rsidR="00E902EC" w:rsidRPr="00D63D4B" w:rsidRDefault="00A3032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895B9C">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7C4072CD" w14:textId="77777777" w:rsidR="00E902EC" w:rsidRPr="00D63D4B" w:rsidRDefault="00A30327"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895B9C">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7C4072CE"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7C4072CF"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lastRenderedPageBreak/>
        <w:t>ÚVODNÍ USTANOVENÍ</w:t>
      </w:r>
      <w:bookmarkEnd w:id="4"/>
    </w:p>
    <w:p w14:paraId="7C4072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7C4072D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7C4072D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7C4072D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7C4072D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7C4072D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7C4072D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7C4072D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7C4072D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7C4072D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7C4072D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7C4072D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7C4072D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7C4072D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7C4072D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7C4072D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7C4072E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7C4072E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7C4072E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7C4072E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7C4072E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7C4072E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ZoDHP uhradit v souvislosti s provedením Díla nebo jeho části DPH, nebo faktura, pokud </w:t>
      </w:r>
      <w:r w:rsidRPr="00126412">
        <w:rPr>
          <w:rFonts w:eastAsia="Times New Roman" w:cs="Times New Roman"/>
          <w:lang w:eastAsia="cs-CZ"/>
        </w:rPr>
        <w:lastRenderedPageBreak/>
        <w:t>Zhotovitel v souvislosti s provedením Díla nebo jeho části není dle ZoDPH povinen uhradit DPH.</w:t>
      </w:r>
    </w:p>
    <w:p w14:paraId="7C4072E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7C4072E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7C4072E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7C4072E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7C4072E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7C4072E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7C4072E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7C4072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7C4072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7C4072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7C4072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7C4072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7C4072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7C4072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7C4072F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t>DÍLO</w:t>
      </w:r>
      <w:bookmarkEnd w:id="6"/>
    </w:p>
    <w:p w14:paraId="7C4072F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7C4072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7C4072F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7C4072F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14:paraId="7C4072F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7C4072F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7C4072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7C4072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7C4072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7C4072F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7C4072F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7C4073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7C4073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7C4073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7C4073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95B9C">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7C4073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7C407305" w14:textId="77777777" w:rsidR="00E902EC" w:rsidRPr="00126412" w:rsidRDefault="00E902EC" w:rsidP="00E902EC">
      <w:pPr>
        <w:spacing w:after="0" w:line="276" w:lineRule="auto"/>
        <w:ind w:left="567"/>
        <w:rPr>
          <w:rFonts w:eastAsia="Times New Roman" w:cs="Times New Roman"/>
          <w:lang w:eastAsia="cs-CZ"/>
        </w:rPr>
      </w:pPr>
    </w:p>
    <w:p w14:paraId="7C40730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7C4073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7C40730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7C40730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7C40730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7C4073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7C4073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7C40730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7C4073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7C40730F"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lastRenderedPageBreak/>
        <w:t>PLATEBNÍ PODMÍNKY</w:t>
      </w:r>
      <w:bookmarkEnd w:id="10"/>
    </w:p>
    <w:p w14:paraId="7C40731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7C4073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7C40731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7C4073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7C4073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C4073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7C40731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7C407317"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7C40731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7C40731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7C40731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7C4073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7C4073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7C40731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7C40731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7C40731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95B9C">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7C40732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7C407321"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t>MÍSTO PLNĚNÍ</w:t>
      </w:r>
      <w:bookmarkEnd w:id="13"/>
    </w:p>
    <w:p w14:paraId="7C4073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7C4073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7C4073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7C4073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14:paraId="7C4073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7C4073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7C40732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t>PROVÁDĚNÍ DÍLA</w:t>
      </w:r>
      <w:bookmarkEnd w:id="16"/>
    </w:p>
    <w:p w14:paraId="7C4073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7C4073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7C4073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7C4073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7C40732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7C4073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7C4073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7C407330"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7C4073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7C4073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7C407333"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7C40733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7C40733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7C4073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7C4073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7C40733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7C40733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7C40733A"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7C40733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7C40733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7C40733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7C40733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C4073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7C4073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7C407341"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7C4073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7C407343"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7C407344"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7C40734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7C40734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7C40734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7C40734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7C40734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7C40734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7C40734B"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7C4073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7C40734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7C4073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7C4073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7C4073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7C407351"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7C4073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7C40735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7C4073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C40735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t>ZKUŠEBNÍ PROVOZ</w:t>
      </w:r>
      <w:bookmarkEnd w:id="17"/>
    </w:p>
    <w:p w14:paraId="7C4073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7C4073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7C407358"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7C407359"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7C40735A"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7C40735B"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7C40735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7C4073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7C40735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7C4073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7C4073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7C4073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95B9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7C4073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7C4073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7C4073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7C4073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95B9C">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7C4073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7C4073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7C4073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t>PODDODAVATELÉ</w:t>
      </w:r>
      <w:bookmarkEnd w:id="19"/>
    </w:p>
    <w:p w14:paraId="7C4073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7C4073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7C4073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7C4073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7C40736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7C4073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7C4073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7C407370"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7C4073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7C4073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7C40737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7C40737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7C40737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C40737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7C40737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7C40737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7C40737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7C40737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7C40737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7C40737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7C4073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7C4073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7C4073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7C40738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7C40738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7C40738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7C40738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7C40738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7C40738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7C40738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7C40738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95B9C">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95B9C">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7C40738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7C40738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7C40738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t>Podpisem Předávacího protokolu nebo záznamu o nepřevzetí Díla je přejímací řízení ukončeno.</w:t>
      </w:r>
      <w:bookmarkEnd w:id="26"/>
    </w:p>
    <w:p w14:paraId="7C40738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95B9C">
        <w:rPr>
          <w:rFonts w:eastAsia="Times New Roman" w:cs="Times New Roman"/>
          <w:lang w:eastAsia="cs-CZ"/>
        </w:rPr>
        <w:t>103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95B9C">
        <w:rPr>
          <w:rFonts w:eastAsia="Times New Roman" w:cs="Times New Roman"/>
          <w:lang w:eastAsia="cs-CZ"/>
        </w:rPr>
        <w:t>112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C40738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7C4073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7C40738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7C40738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7C40739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7C40739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7C40739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95B9C">
        <w:rPr>
          <w:rFonts w:eastAsia="Times New Roman" w:cs="Times New Roman"/>
          <w:lang w:eastAsia="cs-CZ"/>
        </w:rPr>
        <w:t>116</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95B9C">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7C4073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7C4073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7C4073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7C40739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7C407397"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7C40739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7C4073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7C40739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7C4073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95B9C">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95B9C">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7C4073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7C4073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95B9C">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95B9C">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7C4073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7C40739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7C4073A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7C4073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7C4073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7C4073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t>UPLATNĚNÍ PRÁV Z VADNÉHO PLNĚNÍ</w:t>
      </w:r>
      <w:bookmarkEnd w:id="34"/>
    </w:p>
    <w:p w14:paraId="7C4073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7C4073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7C4073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7C4073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7C4073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7C4073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7C4073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7C4073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7C4073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7C4073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95B9C">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7C4073A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7C4073A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7C4073B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7C4073B1"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7C4073B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7C4073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7C4073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7C4073B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7C4073B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7C4073B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7C4073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7C4073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7C4073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7C4073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7C4073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7C4073B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95B9C">
        <w:rPr>
          <w:rFonts w:eastAsia="Times New Roman" w:cs="Times New Roman"/>
          <w:lang w:eastAsia="cs-CZ"/>
        </w:rPr>
        <w:t>135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95B9C">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7C4073B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C4073BF"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7C4073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7C4073C1"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7C4073C2"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7C4073C3"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7C4073C4"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7C4073C5"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7C4073C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t>DUŠEVNÍ VLASTNICTVÍ</w:t>
      </w:r>
      <w:bookmarkEnd w:id="43"/>
    </w:p>
    <w:p w14:paraId="7C4073C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7C4073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7C4073C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7C4073C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7C4073C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7C4073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7C4073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7C4073C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C4073C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7C4073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7C4073D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7C4073D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7C4073D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7C4073D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7C4073D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7C4073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7C4073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7C4073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7C4073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7C4073DA"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7C4073DB" w14:textId="77777777"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14:paraId="7C4073D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7C4073D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C4073D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t>OBECNÁ ODPOVĚDNOST ZHOTOVITELE</w:t>
      </w:r>
      <w:bookmarkEnd w:id="45"/>
    </w:p>
    <w:p w14:paraId="7C4073D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7C4073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7C4073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7C4073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7C4073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7C4073E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7C4073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7C4073E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7C4073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7C4073E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7C4073E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95B9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7C4073E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7C4073E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7C4073E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7C4073E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7C4073E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7C4073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7C4073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7C4073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7C4073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7C4073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7C4073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7C4073F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7C4073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7C4073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7C4073F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7C4073F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7C4073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7C4073FB"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7C4073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7C4073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7C4073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7C4073F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7C407400"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7C4074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7C407402"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7C4074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7C40740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7C4074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C40740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7C40740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7C40740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7C40740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7C4074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7C4074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7C40740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7C40740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7C4074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7C40740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7C40741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7C407411"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7C40741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C407413" w14:textId="77777777" w:rsidR="00E902EC"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0DD71404"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0F278B82"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7B1FC17B"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0C4E81ED"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3ADB067D"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7F94B562"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06FF77DA"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11A5946E"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183BF636" w14:textId="77777777" w:rsidR="0080548D" w:rsidRPr="00126412"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597165B6" w14:textId="77777777" w:rsidR="0080548D" w:rsidRPr="0067331D" w:rsidRDefault="0080548D" w:rsidP="0080548D">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14:paraId="6E57D500" w14:textId="77777777" w:rsidR="0080548D" w:rsidRDefault="0080548D" w:rsidP="0080548D">
      <w:pPr>
        <w:keepLines/>
        <w:jc w:val="both"/>
        <w:rPr>
          <w:rFonts w:ascii="Calibri" w:hAnsi="Calibri"/>
          <w:b/>
          <w:sz w:val="22"/>
          <w:szCs w:val="22"/>
        </w:rPr>
      </w:pPr>
    </w:p>
    <w:p w14:paraId="3A9351B1" w14:textId="77777777" w:rsidR="0080548D" w:rsidRDefault="0080548D" w:rsidP="0080548D">
      <w:pPr>
        <w:keepLines/>
        <w:rPr>
          <w:b/>
        </w:rPr>
      </w:pPr>
    </w:p>
    <w:p w14:paraId="40B1D455" w14:textId="77777777" w:rsidR="0080548D" w:rsidRDefault="0080548D" w:rsidP="0080548D">
      <w:pPr>
        <w:keepLines/>
        <w:rPr>
          <w:b/>
        </w:rPr>
      </w:pPr>
    </w:p>
    <w:p w14:paraId="012BA357" w14:textId="77777777" w:rsidR="0080548D" w:rsidRDefault="0080548D" w:rsidP="0080548D">
      <w:pPr>
        <w:keepLines/>
        <w:rPr>
          <w:b/>
        </w:rPr>
      </w:pPr>
    </w:p>
    <w:p w14:paraId="0225E7A6" w14:textId="77777777" w:rsidR="0080548D" w:rsidRPr="000968B4" w:rsidRDefault="0080548D" w:rsidP="0080548D">
      <w:pPr>
        <w:keepLines/>
        <w:rPr>
          <w:rFonts w:ascii="Calibri" w:hAnsi="Calibri"/>
          <w:sz w:val="22"/>
          <w:szCs w:val="22"/>
        </w:rPr>
      </w:pPr>
      <w:r>
        <w:rPr>
          <w:b/>
        </w:rPr>
        <w:t>__________________________</w:t>
      </w:r>
      <w:r>
        <w:rPr>
          <w:b/>
        </w:rPr>
        <w:tab/>
      </w:r>
      <w:r>
        <w:rPr>
          <w:b/>
        </w:rPr>
        <w:tab/>
      </w:r>
      <w:r>
        <w:rPr>
          <w:b/>
        </w:rPr>
        <w:tab/>
        <w:t>__________________________</w:t>
      </w:r>
    </w:p>
    <w:p w14:paraId="033470C6" w14:textId="77777777" w:rsidR="0080548D" w:rsidRDefault="0080548D" w:rsidP="0080548D">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14:paraId="7C407414"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7C407415"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even" r:id="rId12"/>
      <w:headerReference w:type="default" r:id="rId13"/>
      <w:footerReference w:type="even" r:id="rId14"/>
      <w:footerReference w:type="default" r:id="rId15"/>
      <w:headerReference w:type="first" r:id="rId16"/>
      <w:footerReference w:type="first" r:id="rId17"/>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64B294" w14:textId="77777777" w:rsidR="00A30327" w:rsidRDefault="00A30327" w:rsidP="00962258">
      <w:pPr>
        <w:spacing w:after="0" w:line="240" w:lineRule="auto"/>
      </w:pPr>
      <w:r>
        <w:separator/>
      </w:r>
    </w:p>
  </w:endnote>
  <w:endnote w:type="continuationSeparator" w:id="0">
    <w:p w14:paraId="062B94FE" w14:textId="77777777" w:rsidR="00A30327" w:rsidRDefault="00A3032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7C40741F" w14:textId="77777777" w:rsidTr="006331B8">
      <w:trPr>
        <w:trHeight w:val="2239"/>
      </w:trPr>
      <w:tc>
        <w:tcPr>
          <w:tcW w:w="5980" w:type="dxa"/>
        </w:tcPr>
        <w:p w14:paraId="7C40741E" w14:textId="77777777" w:rsidR="00E45417" w:rsidRPr="00331E6D" w:rsidRDefault="00E45417" w:rsidP="00331E6D">
          <w:pPr>
            <w:pStyle w:val="Zpat"/>
            <w:spacing w:before="320"/>
            <w:rPr>
              <w:b/>
              <w:sz w:val="30"/>
              <w:szCs w:val="30"/>
            </w:rPr>
          </w:pPr>
        </w:p>
      </w:tc>
    </w:tr>
  </w:tbl>
  <w:p w14:paraId="7C407420"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25" w14:textId="77777777" w:rsidTr="00C13DF2">
      <w:tc>
        <w:tcPr>
          <w:tcW w:w="1361" w:type="dxa"/>
          <w:tcMar>
            <w:left w:w="0" w:type="dxa"/>
            <w:right w:w="0" w:type="dxa"/>
          </w:tcMar>
          <w:vAlign w:val="bottom"/>
        </w:tcPr>
        <w:p w14:paraId="7C407421"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895B9C">
            <w:rPr>
              <w:b/>
              <w:noProof/>
              <w:color w:val="FF5200" w:themeColor="accent2"/>
            </w:rPr>
            <w:t>18</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895B9C">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7C407422"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7C407423" w14:textId="77777777" w:rsidR="006331B8" w:rsidRPr="006331B8" w:rsidRDefault="006331B8" w:rsidP="006331B8">
          <w:pPr>
            <w:tabs>
              <w:tab w:val="center" w:pos="4536"/>
              <w:tab w:val="right" w:pos="9072"/>
            </w:tabs>
            <w:rPr>
              <w:sz w:val="12"/>
            </w:rPr>
          </w:pPr>
        </w:p>
      </w:tc>
      <w:tc>
        <w:tcPr>
          <w:tcW w:w="2921" w:type="dxa"/>
        </w:tcPr>
        <w:p w14:paraId="7C407424" w14:textId="77777777" w:rsidR="006331B8" w:rsidRPr="006331B8" w:rsidRDefault="006331B8" w:rsidP="006331B8">
          <w:pPr>
            <w:tabs>
              <w:tab w:val="center" w:pos="4536"/>
              <w:tab w:val="right" w:pos="9072"/>
            </w:tabs>
            <w:rPr>
              <w:sz w:val="12"/>
            </w:rPr>
          </w:pPr>
        </w:p>
      </w:tc>
    </w:tr>
  </w:tbl>
  <w:p w14:paraId="7C407426"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7C40743E" wp14:editId="7C40743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792DB76"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7C407440" wp14:editId="7C40744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ACB86E3"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7C407427" w14:textId="77777777" w:rsidR="006331B8" w:rsidRDefault="006331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3A" w14:textId="77777777" w:rsidTr="00C13DF2">
      <w:tc>
        <w:tcPr>
          <w:tcW w:w="1361" w:type="dxa"/>
          <w:tcMar>
            <w:left w:w="0" w:type="dxa"/>
            <w:right w:w="0" w:type="dxa"/>
          </w:tcMar>
          <w:vAlign w:val="bottom"/>
        </w:tcPr>
        <w:p w14:paraId="7C407433"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895B9C">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895B9C">
            <w:rPr>
              <w:b/>
              <w:noProof/>
              <w:color w:val="FF5200" w:themeColor="accent2"/>
            </w:rPr>
            <w:t>5</w:t>
          </w:r>
          <w:r w:rsidRPr="006331B8">
            <w:rPr>
              <w:b/>
              <w:color w:val="FF5200" w:themeColor="accent2"/>
            </w:rPr>
            <w:fldChar w:fldCharType="end"/>
          </w:r>
        </w:p>
      </w:tc>
      <w:tc>
        <w:tcPr>
          <w:tcW w:w="3458" w:type="dxa"/>
          <w:shd w:val="clear" w:color="auto" w:fill="auto"/>
          <w:tcMar>
            <w:left w:w="0" w:type="dxa"/>
            <w:right w:w="0" w:type="dxa"/>
          </w:tcMar>
        </w:tcPr>
        <w:p w14:paraId="7C407434"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7C407435"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7C407436"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7C407437" w14:textId="77777777" w:rsidR="006331B8" w:rsidRPr="006331B8" w:rsidRDefault="006331B8" w:rsidP="006331B8">
          <w:pPr>
            <w:tabs>
              <w:tab w:val="center" w:pos="4536"/>
              <w:tab w:val="right" w:pos="9072"/>
            </w:tabs>
            <w:rPr>
              <w:sz w:val="12"/>
            </w:rPr>
          </w:pPr>
          <w:r w:rsidRPr="006331B8">
            <w:rPr>
              <w:sz w:val="12"/>
            </w:rPr>
            <w:t>IČ: 709 94 234 DIČ: CZ 709 94 234</w:t>
          </w:r>
        </w:p>
        <w:p w14:paraId="7C407438" w14:textId="77777777" w:rsidR="006331B8" w:rsidRPr="006331B8" w:rsidRDefault="006331B8" w:rsidP="006331B8">
          <w:pPr>
            <w:tabs>
              <w:tab w:val="center" w:pos="4536"/>
              <w:tab w:val="right" w:pos="9072"/>
            </w:tabs>
            <w:rPr>
              <w:sz w:val="12"/>
            </w:rPr>
          </w:pPr>
          <w:r w:rsidRPr="006331B8">
            <w:rPr>
              <w:sz w:val="12"/>
            </w:rPr>
            <w:t>www.szdc.cz</w:t>
          </w:r>
        </w:p>
      </w:tc>
      <w:tc>
        <w:tcPr>
          <w:tcW w:w="2921" w:type="dxa"/>
        </w:tcPr>
        <w:p w14:paraId="7C407439" w14:textId="77777777" w:rsidR="006331B8" w:rsidRPr="006331B8" w:rsidRDefault="006331B8" w:rsidP="006331B8">
          <w:pPr>
            <w:tabs>
              <w:tab w:val="center" w:pos="4536"/>
              <w:tab w:val="right" w:pos="9072"/>
            </w:tabs>
            <w:rPr>
              <w:sz w:val="12"/>
            </w:rPr>
          </w:pPr>
        </w:p>
      </w:tc>
    </w:tr>
  </w:tbl>
  <w:p w14:paraId="7C40743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59264" behindDoc="1" locked="1" layoutInCell="1" allowOverlap="1" wp14:anchorId="7C407444" wp14:editId="7C40744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B3C164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8240" behindDoc="1" locked="1" layoutInCell="1" allowOverlap="1" wp14:anchorId="7C407446" wp14:editId="7C40744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CBA8CC7" id="Straight Connector 10"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7C40743C" w14:textId="77777777" w:rsidR="006331B8" w:rsidRPr="006331B8" w:rsidRDefault="006331B8" w:rsidP="006331B8">
    <w:pPr>
      <w:tabs>
        <w:tab w:val="center" w:pos="4536"/>
        <w:tab w:val="right" w:pos="9072"/>
      </w:tabs>
      <w:spacing w:after="0" w:line="240" w:lineRule="auto"/>
      <w:rPr>
        <w:sz w:val="2"/>
        <w:szCs w:val="2"/>
      </w:rPr>
    </w:pPr>
  </w:p>
  <w:p w14:paraId="7C40743D" w14:textId="77777777" w:rsidR="006331B8" w:rsidRDefault="006331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A38447" w14:textId="77777777" w:rsidR="00A30327" w:rsidRDefault="00A30327" w:rsidP="00193398">
      <w:pPr>
        <w:spacing w:before="240" w:after="0" w:line="240" w:lineRule="auto"/>
      </w:pPr>
      <w:r>
        <w:separator/>
      </w:r>
    </w:p>
  </w:footnote>
  <w:footnote w:type="continuationSeparator" w:id="0">
    <w:p w14:paraId="2E02025D" w14:textId="77777777" w:rsidR="00A30327" w:rsidRDefault="00A30327" w:rsidP="00193398">
      <w:pPr>
        <w:spacing w:before="24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A" w14:textId="77777777" w:rsidR="0016634D" w:rsidRDefault="0016634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B" w14:textId="77777777" w:rsidR="006331B8" w:rsidRPr="00D6163D" w:rsidRDefault="006331B8" w:rsidP="006331B8">
    <w:pPr>
      <w:pStyle w:val="Zhlav"/>
      <w:rPr>
        <w:sz w:val="8"/>
        <w:szCs w:val="8"/>
      </w:rPr>
    </w:pPr>
  </w:p>
  <w:p w14:paraId="7C40741C" w14:textId="77777777" w:rsidR="006331B8" w:rsidRPr="00460660" w:rsidRDefault="006331B8" w:rsidP="006331B8">
    <w:pPr>
      <w:pStyle w:val="Zhlav"/>
      <w:rPr>
        <w:sz w:val="2"/>
        <w:szCs w:val="2"/>
      </w:rPr>
    </w:pPr>
  </w:p>
  <w:p w14:paraId="7C40741D" w14:textId="77777777" w:rsidR="006331B8" w:rsidRDefault="006331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7C40742B" w14:textId="77777777" w:rsidTr="00BD42BB">
      <w:trPr>
        <w:trHeight w:hRule="exact" w:val="936"/>
      </w:trPr>
      <w:tc>
        <w:tcPr>
          <w:tcW w:w="1361" w:type="dxa"/>
          <w:tcMar>
            <w:left w:w="0" w:type="dxa"/>
            <w:right w:w="0" w:type="dxa"/>
          </w:tcMar>
        </w:tcPr>
        <w:p w14:paraId="7C407428"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7C407442" wp14:editId="7C407443">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7C407429" w14:textId="77777777" w:rsidR="006331B8" w:rsidRDefault="006331B8" w:rsidP="006331B8">
          <w:pPr>
            <w:pStyle w:val="Zpat"/>
            <w:ind w:left="-1276"/>
          </w:pPr>
        </w:p>
      </w:tc>
      <w:tc>
        <w:tcPr>
          <w:tcW w:w="5698" w:type="dxa"/>
          <w:shd w:val="clear" w:color="auto" w:fill="auto"/>
          <w:tcMar>
            <w:left w:w="0" w:type="dxa"/>
            <w:right w:w="0" w:type="dxa"/>
          </w:tcMar>
        </w:tcPr>
        <w:p w14:paraId="7C40742A" w14:textId="77777777" w:rsidR="006331B8" w:rsidRPr="00D6163D" w:rsidRDefault="006331B8" w:rsidP="006331B8">
          <w:pPr>
            <w:pStyle w:val="Druhdokumentu"/>
          </w:pPr>
        </w:p>
      </w:tc>
    </w:tr>
    <w:tr w:rsidR="006331B8" w14:paraId="7C40742F" w14:textId="77777777" w:rsidTr="00BD42BB">
      <w:trPr>
        <w:trHeight w:hRule="exact" w:val="318"/>
      </w:trPr>
      <w:tc>
        <w:tcPr>
          <w:tcW w:w="1361" w:type="dxa"/>
          <w:tcMar>
            <w:left w:w="0" w:type="dxa"/>
            <w:right w:w="0" w:type="dxa"/>
          </w:tcMar>
        </w:tcPr>
        <w:p w14:paraId="7C40742C"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7C40742D" w14:textId="77777777" w:rsidR="006331B8" w:rsidRDefault="006331B8" w:rsidP="006331B8">
          <w:pPr>
            <w:pStyle w:val="Zpat"/>
            <w:ind w:left="-1276"/>
          </w:pPr>
        </w:p>
      </w:tc>
      <w:tc>
        <w:tcPr>
          <w:tcW w:w="5698" w:type="dxa"/>
          <w:shd w:val="clear" w:color="auto" w:fill="auto"/>
          <w:tcMar>
            <w:left w:w="0" w:type="dxa"/>
            <w:right w:w="0" w:type="dxa"/>
          </w:tcMar>
        </w:tcPr>
        <w:p w14:paraId="7C40742E" w14:textId="77777777" w:rsidR="006331B8" w:rsidRPr="00D6163D" w:rsidRDefault="006331B8" w:rsidP="006331B8">
          <w:pPr>
            <w:pStyle w:val="Druhdokumentu"/>
          </w:pPr>
        </w:p>
      </w:tc>
    </w:tr>
  </w:tbl>
  <w:p w14:paraId="7C407430" w14:textId="77777777" w:rsidR="006331B8" w:rsidRPr="00D6163D" w:rsidRDefault="006331B8" w:rsidP="006331B8">
    <w:pPr>
      <w:pStyle w:val="Zhlav"/>
      <w:rPr>
        <w:sz w:val="8"/>
        <w:szCs w:val="8"/>
      </w:rPr>
    </w:pPr>
  </w:p>
  <w:p w14:paraId="7C407431" w14:textId="77777777" w:rsidR="006331B8" w:rsidRPr="00460660" w:rsidRDefault="006331B8" w:rsidP="006331B8">
    <w:pPr>
      <w:pStyle w:val="Zhlav"/>
      <w:rPr>
        <w:sz w:val="2"/>
        <w:szCs w:val="2"/>
      </w:rPr>
    </w:pPr>
  </w:p>
  <w:p w14:paraId="7C407432" w14:textId="77777777" w:rsidR="006331B8" w:rsidRPr="006331B8" w:rsidRDefault="006331B8" w:rsidP="006331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8A0A2E"/>
    <w:lvl w:ilvl="0">
      <w:start w:val="1"/>
      <w:numFmt w:val="decimal"/>
      <w:lvlText w:val="%1."/>
      <w:lvlJc w:val="left"/>
      <w:pPr>
        <w:tabs>
          <w:tab w:val="num" w:pos="1492"/>
        </w:tabs>
        <w:ind w:left="1492" w:hanging="360"/>
      </w:pPr>
    </w:lvl>
  </w:abstractNum>
  <w:abstractNum w:abstractNumId="1">
    <w:nsid w:val="FFFFFF7D"/>
    <w:multiLevelType w:val="singleLevel"/>
    <w:tmpl w:val="FCEC777A"/>
    <w:lvl w:ilvl="0">
      <w:start w:val="1"/>
      <w:numFmt w:val="decimal"/>
      <w:lvlText w:val="%1."/>
      <w:lvlJc w:val="left"/>
      <w:pPr>
        <w:tabs>
          <w:tab w:val="num" w:pos="1209"/>
        </w:tabs>
        <w:ind w:left="1209" w:hanging="360"/>
      </w:pPr>
    </w:lvl>
  </w:abstractNum>
  <w:abstractNum w:abstractNumId="2">
    <w:nsid w:val="FFFFFF7E"/>
    <w:multiLevelType w:val="singleLevel"/>
    <w:tmpl w:val="D116B652"/>
    <w:lvl w:ilvl="0">
      <w:start w:val="1"/>
      <w:numFmt w:val="decimal"/>
      <w:lvlText w:val="%1."/>
      <w:lvlJc w:val="left"/>
      <w:pPr>
        <w:tabs>
          <w:tab w:val="num" w:pos="926"/>
        </w:tabs>
        <w:ind w:left="926" w:hanging="360"/>
      </w:pPr>
    </w:lvl>
  </w:abstractNum>
  <w:abstractNum w:abstractNumId="3">
    <w:nsid w:val="FFFFFF7F"/>
    <w:multiLevelType w:val="singleLevel"/>
    <w:tmpl w:val="ACA260E8"/>
    <w:lvl w:ilvl="0">
      <w:start w:val="1"/>
      <w:numFmt w:val="decimal"/>
      <w:lvlText w:val="%1."/>
      <w:lvlJc w:val="left"/>
      <w:pPr>
        <w:tabs>
          <w:tab w:val="num" w:pos="643"/>
        </w:tabs>
        <w:ind w:left="643" w:hanging="360"/>
      </w:pPr>
    </w:lvl>
  </w:abstractNum>
  <w:abstractNum w:abstractNumId="4">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3E66DBC"/>
    <w:lvl w:ilvl="0">
      <w:start w:val="1"/>
      <w:numFmt w:val="decimal"/>
      <w:lvlText w:val="%1."/>
      <w:lvlJc w:val="left"/>
      <w:pPr>
        <w:tabs>
          <w:tab w:val="num" w:pos="360"/>
        </w:tabs>
        <w:ind w:left="360" w:hanging="360"/>
      </w:pPr>
    </w:lvl>
  </w:abstractNum>
  <w:abstractNum w:abstractNumId="9">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nsid w:val="0CEC6D70"/>
    <w:multiLevelType w:val="multilevel"/>
    <w:tmpl w:val="0D34D660"/>
    <w:numStyleLink w:val="ListBulletmultilevel"/>
  </w:abstractNum>
  <w:abstractNum w:abstractNumId="13">
    <w:nsid w:val="11C44B5B"/>
    <w:multiLevelType w:val="multilevel"/>
    <w:tmpl w:val="CABE99FC"/>
    <w:numStyleLink w:val="ListNumbermultilevel"/>
  </w:abstractNum>
  <w:abstractNum w:abstractNumId="1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1C7A3187"/>
    <w:multiLevelType w:val="multilevel"/>
    <w:tmpl w:val="CABE99FC"/>
    <w:numStyleLink w:val="ListNumbermultilevel"/>
  </w:abstractNum>
  <w:abstractNum w:abstractNumId="16">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BF76403"/>
    <w:multiLevelType w:val="multilevel"/>
    <w:tmpl w:val="0D34D660"/>
    <w:numStyleLink w:val="ListBulletmultilevel"/>
  </w:abstractNum>
  <w:abstractNum w:abstractNumId="19">
    <w:nsid w:val="34EE549F"/>
    <w:multiLevelType w:val="multilevel"/>
    <w:tmpl w:val="CABE99FC"/>
    <w:numStyleLink w:val="ListNumbermultilevel"/>
  </w:abstractNum>
  <w:abstractNum w:abstractNumId="2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nsid w:val="6E347E82"/>
    <w:multiLevelType w:val="multilevel"/>
    <w:tmpl w:val="CABE99FC"/>
    <w:numStyleLink w:val="ListNumbermultilevel"/>
  </w:abstractNum>
  <w:abstractNum w:abstractNumId="24">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4070991"/>
    <w:multiLevelType w:val="multilevel"/>
    <w:tmpl w:val="CABE99FC"/>
    <w:numStyleLink w:val="ListNumbermultilevel"/>
  </w:abstractNum>
  <w:abstractNum w:abstractNumId="26">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gutterAtTop/>
  <w:attachedTemplate r:id="rId1"/>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17"/>
    <w:rsid w:val="00011955"/>
    <w:rsid w:val="00051ED9"/>
    <w:rsid w:val="00060DF6"/>
    <w:rsid w:val="00072C1E"/>
    <w:rsid w:val="00081652"/>
    <w:rsid w:val="00095E60"/>
    <w:rsid w:val="000B1FCB"/>
    <w:rsid w:val="000B4EB8"/>
    <w:rsid w:val="000C41F2"/>
    <w:rsid w:val="000D22C4"/>
    <w:rsid w:val="000D27D1"/>
    <w:rsid w:val="000F2A5F"/>
    <w:rsid w:val="00104766"/>
    <w:rsid w:val="00114472"/>
    <w:rsid w:val="001150F2"/>
    <w:rsid w:val="00120D55"/>
    <w:rsid w:val="0014707C"/>
    <w:rsid w:val="001517B3"/>
    <w:rsid w:val="0016634D"/>
    <w:rsid w:val="0017002F"/>
    <w:rsid w:val="00170EC5"/>
    <w:rsid w:val="001747C1"/>
    <w:rsid w:val="00193398"/>
    <w:rsid w:val="0019468F"/>
    <w:rsid w:val="001B2B9E"/>
    <w:rsid w:val="001B4E74"/>
    <w:rsid w:val="001F388A"/>
    <w:rsid w:val="00202613"/>
    <w:rsid w:val="00207DF5"/>
    <w:rsid w:val="00213AE1"/>
    <w:rsid w:val="00221422"/>
    <w:rsid w:val="00261A5B"/>
    <w:rsid w:val="00262DB0"/>
    <w:rsid w:val="002977A0"/>
    <w:rsid w:val="002C31BF"/>
    <w:rsid w:val="002C7443"/>
    <w:rsid w:val="002E0CD7"/>
    <w:rsid w:val="0031432C"/>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4F658F"/>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13781"/>
    <w:rsid w:val="00723ED1"/>
    <w:rsid w:val="007265A9"/>
    <w:rsid w:val="00734464"/>
    <w:rsid w:val="00743525"/>
    <w:rsid w:val="0076286B"/>
    <w:rsid w:val="00766846"/>
    <w:rsid w:val="00767D2D"/>
    <w:rsid w:val="0077673A"/>
    <w:rsid w:val="007846E1"/>
    <w:rsid w:val="007A5172"/>
    <w:rsid w:val="007B2700"/>
    <w:rsid w:val="007B570C"/>
    <w:rsid w:val="007C6854"/>
    <w:rsid w:val="007D0BD6"/>
    <w:rsid w:val="007D1B2B"/>
    <w:rsid w:val="007E3370"/>
    <w:rsid w:val="007E4A6E"/>
    <w:rsid w:val="007E5335"/>
    <w:rsid w:val="007F56A7"/>
    <w:rsid w:val="0080548D"/>
    <w:rsid w:val="00807DD0"/>
    <w:rsid w:val="00833CDF"/>
    <w:rsid w:val="00842EFD"/>
    <w:rsid w:val="0085228A"/>
    <w:rsid w:val="0085366B"/>
    <w:rsid w:val="00895B9C"/>
    <w:rsid w:val="008A3568"/>
    <w:rsid w:val="008C400B"/>
    <w:rsid w:val="008D03B9"/>
    <w:rsid w:val="008D6CFC"/>
    <w:rsid w:val="008F18D6"/>
    <w:rsid w:val="00904780"/>
    <w:rsid w:val="00922385"/>
    <w:rsid w:val="009223DF"/>
    <w:rsid w:val="009337B4"/>
    <w:rsid w:val="0093519C"/>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0327"/>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6741E"/>
    <w:rsid w:val="00B75EE1"/>
    <w:rsid w:val="00B77481"/>
    <w:rsid w:val="00B830AC"/>
    <w:rsid w:val="00B8518B"/>
    <w:rsid w:val="00BD42BB"/>
    <w:rsid w:val="00BD7E91"/>
    <w:rsid w:val="00BD7F0D"/>
    <w:rsid w:val="00BE1A37"/>
    <w:rsid w:val="00BE42D7"/>
    <w:rsid w:val="00C00EB7"/>
    <w:rsid w:val="00C02D0A"/>
    <w:rsid w:val="00C03A6E"/>
    <w:rsid w:val="00C107A2"/>
    <w:rsid w:val="00C1082F"/>
    <w:rsid w:val="00C226C0"/>
    <w:rsid w:val="00C44F6A"/>
    <w:rsid w:val="00C4736C"/>
    <w:rsid w:val="00C6198E"/>
    <w:rsid w:val="00C656CE"/>
    <w:rsid w:val="00C7753E"/>
    <w:rsid w:val="00C778A5"/>
    <w:rsid w:val="00C95162"/>
    <w:rsid w:val="00CC726B"/>
    <w:rsid w:val="00CD1FC4"/>
    <w:rsid w:val="00D034A0"/>
    <w:rsid w:val="00D110B6"/>
    <w:rsid w:val="00D21061"/>
    <w:rsid w:val="00D31458"/>
    <w:rsid w:val="00D4108E"/>
    <w:rsid w:val="00D4228D"/>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70D9E"/>
    <w:rsid w:val="00F82A61"/>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4072B0"/>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541A4C6-77AC-4229-9463-FE076E08B848}">
  <ds:schemaRefs>
    <ds:schemaRef ds:uri="http://schemas.microsoft.com/office/2006/metadata/properties"/>
  </ds:schemaRefs>
</ds:datastoreItem>
</file>

<file path=customXml/itemProps3.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4.xml><?xml version="1.0" encoding="utf-8"?>
<ds:datastoreItem xmlns:ds="http://schemas.openxmlformats.org/officeDocument/2006/customXml" ds:itemID="{75CDC2E2-10FE-49D2-8C67-41CD31C00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(1).dotx</Template>
  <TotalTime>4</TotalTime>
  <Pages>5</Pages>
  <Words>8521</Words>
  <Characters>50277</Characters>
  <Application>Microsoft Office Word</Application>
  <DocSecurity>0</DocSecurity>
  <Lines>418</Lines>
  <Paragraphs>117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Komínek Karel, Ing.</cp:lastModifiedBy>
  <cp:revision>13</cp:revision>
  <cp:lastPrinted>2020-02-25T12:52:00Z</cp:lastPrinted>
  <dcterms:created xsi:type="dcterms:W3CDTF">2020-01-23T08:44:00Z</dcterms:created>
  <dcterms:modified xsi:type="dcterms:W3CDTF">2020-02-25T12:52:00Z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